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0BB45" w14:textId="77777777" w:rsidR="00413E5D" w:rsidRPr="00561165" w:rsidRDefault="00413E5D" w:rsidP="00413E5D">
      <w:pPr>
        <w:pStyle w:val="Nadpis1"/>
        <w:rPr>
          <w:sz w:val="32"/>
          <w:szCs w:val="32"/>
        </w:rPr>
      </w:pPr>
      <w:r>
        <w:rPr>
          <w:sz w:val="32"/>
          <w:szCs w:val="32"/>
        </w:rPr>
        <w:t>Základní požadavky předmětu nákupu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160ABF41" w:rsidR="00413E5D" w:rsidRPr="0081206E" w:rsidRDefault="00413E5D" w:rsidP="00413E5D">
      <w:pPr>
        <w:pStyle w:val="Odstavecseseznamem"/>
        <w:numPr>
          <w:ilvl w:val="0"/>
          <w:numId w:val="11"/>
        </w:numPr>
        <w:jc w:val="both"/>
      </w:pPr>
      <w:r w:rsidRPr="0008575D">
        <w:t xml:space="preserve">Základním požadavkem akce: </w:t>
      </w:r>
      <w:r w:rsidR="00807093" w:rsidRPr="0008575D">
        <w:rPr>
          <w:b/>
        </w:rPr>
        <w:t xml:space="preserve">NÁKUP </w:t>
      </w:r>
      <w:r w:rsidR="008A54FC">
        <w:rPr>
          <w:b/>
        </w:rPr>
        <w:t>KOMUNÁLNÍCH TRAKT</w:t>
      </w:r>
      <w:r w:rsidR="00693FB8">
        <w:rPr>
          <w:b/>
        </w:rPr>
        <w:t>ORŮ S PŘÍKOPOVÝM RAMENEM</w:t>
      </w:r>
      <w:r w:rsidR="00591F36">
        <w:rPr>
          <w:b/>
        </w:rPr>
        <w:t xml:space="preserve"> A MULČOVACÍ</w:t>
      </w:r>
      <w:r w:rsidR="00693FB8">
        <w:rPr>
          <w:b/>
        </w:rPr>
        <w:t xml:space="preserve"> HLAVOU</w:t>
      </w:r>
      <w:r w:rsidR="000A290F" w:rsidRPr="0008575D">
        <w:rPr>
          <w:b/>
        </w:rPr>
        <w:t xml:space="preserve"> </w:t>
      </w:r>
      <w:r w:rsidR="000F41C7" w:rsidRPr="0008575D">
        <w:t xml:space="preserve">je nákup </w:t>
      </w:r>
      <w:r w:rsidR="00693FB8">
        <w:t xml:space="preserve">dvou shodných </w:t>
      </w:r>
      <w:r w:rsidR="00F9788F" w:rsidRPr="0008575D">
        <w:t xml:space="preserve">strojů </w:t>
      </w:r>
      <w:r w:rsidR="00152480" w:rsidRPr="0008575D">
        <w:t xml:space="preserve">a zařízení </w:t>
      </w:r>
      <w:r w:rsidR="00F9788F" w:rsidRPr="0008575D">
        <w:t>určených</w:t>
      </w:r>
      <w:r w:rsidRPr="0008575D">
        <w:t xml:space="preserve"> </w:t>
      </w:r>
      <w:r w:rsidR="000A290F" w:rsidRPr="0008575D">
        <w:t xml:space="preserve">pro potřebu správy tratí </w:t>
      </w:r>
      <w:r w:rsidRPr="0008575D">
        <w:t xml:space="preserve">při </w:t>
      </w:r>
      <w:r w:rsidRPr="0081206E">
        <w:t>údržbě dr</w:t>
      </w:r>
      <w:r w:rsidR="000F41C7" w:rsidRPr="0081206E">
        <w:t xml:space="preserve">ážního </w:t>
      </w:r>
      <w:r w:rsidR="00B947BA">
        <w:t xml:space="preserve">tělesa </w:t>
      </w:r>
      <w:r w:rsidRPr="0081206E">
        <w:t>za účelem zajištění provozuschopnosti železniční infrastruktury zadavatele.</w:t>
      </w:r>
    </w:p>
    <w:p w14:paraId="06727756" w14:textId="69A031B9" w:rsidR="00CD3E6B" w:rsidRPr="0081206E" w:rsidRDefault="00CD3E6B" w:rsidP="00413E5D">
      <w:pPr>
        <w:pStyle w:val="Odstavecseseznamem"/>
        <w:numPr>
          <w:ilvl w:val="0"/>
          <w:numId w:val="11"/>
        </w:numPr>
        <w:jc w:val="both"/>
      </w:pPr>
      <w:r w:rsidRPr="0081206E">
        <w:t xml:space="preserve">Nabízené (dodávané) stroje požaduje zadavatel zakázky </w:t>
      </w:r>
      <w:r w:rsidR="003B556D">
        <w:t xml:space="preserve">továrně </w:t>
      </w:r>
      <w:r w:rsidRPr="0081206E">
        <w:t>nové a nepoužité. Nepřipouští se nabídka použitých, případně „předváděcích“ strojů“</w:t>
      </w:r>
      <w:r w:rsidR="00372215" w:rsidRPr="0081206E">
        <w:t>.</w:t>
      </w:r>
    </w:p>
    <w:p w14:paraId="4F478062" w14:textId="3B0D8BBD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8A54FC">
        <w:rPr>
          <w:color w:val="00B0F0"/>
        </w:rPr>
        <w:t xml:space="preserve"> stroje</w:t>
      </w:r>
    </w:p>
    <w:p w14:paraId="508A1179" w14:textId="7A172A23" w:rsidR="002F52DB" w:rsidRPr="00612482" w:rsidRDefault="008A54FC" w:rsidP="002F52DB">
      <w:pPr>
        <w:pStyle w:val="Odstavecseseznamem"/>
        <w:numPr>
          <w:ilvl w:val="0"/>
          <w:numId w:val="10"/>
        </w:numPr>
        <w:jc w:val="both"/>
      </w:pPr>
      <w:r>
        <w:t>2</w:t>
      </w:r>
      <w:r w:rsidR="002F52DB" w:rsidRPr="00612482">
        <w:t xml:space="preserve">x </w:t>
      </w:r>
      <w:r>
        <w:t xml:space="preserve">komunální traktor </w:t>
      </w:r>
      <w:r w:rsidR="00591F36">
        <w:t>s</w:t>
      </w:r>
      <w:r w:rsidR="00DB2DEB">
        <w:t xml:space="preserve"> mezinápravovým </w:t>
      </w:r>
      <w:r w:rsidR="00591F36">
        <w:t>příkopovým ramenem a mulčovací</w:t>
      </w:r>
      <w:r>
        <w:t xml:space="preserve"> hlavou</w:t>
      </w: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3C1D9683" w14:textId="78CE9E77" w:rsidR="005702D6" w:rsidRDefault="005702D6" w:rsidP="005702D6">
      <w:pPr>
        <w:pStyle w:val="Odstavecseseznamem"/>
        <w:numPr>
          <w:ilvl w:val="0"/>
          <w:numId w:val="12"/>
        </w:numPr>
      </w:pPr>
      <w:r>
        <w:t>Dodací list</w:t>
      </w:r>
      <w:r w:rsidR="00306842">
        <w:t xml:space="preserve"> a</w:t>
      </w:r>
      <w:r w:rsidR="001B1147">
        <w:t xml:space="preserve"> </w:t>
      </w:r>
      <w:r w:rsidR="000A290F">
        <w:t>záruční list stroje</w:t>
      </w:r>
      <w:r w:rsidR="008A54FC">
        <w:t xml:space="preserve"> (příslušenství)</w:t>
      </w:r>
    </w:p>
    <w:p w14:paraId="5624021F" w14:textId="0AC9D23B" w:rsidR="005702D6" w:rsidRDefault="005702D6" w:rsidP="005702D6">
      <w:pPr>
        <w:pStyle w:val="Odstavecseseznamem"/>
        <w:numPr>
          <w:ilvl w:val="0"/>
          <w:numId w:val="12"/>
        </w:numPr>
      </w:pPr>
      <w:r>
        <w:t>Návod k</w:t>
      </w:r>
      <w:r w:rsidR="00306842">
        <w:t> použití,</w:t>
      </w:r>
      <w:r w:rsidR="001B1147">
        <w:t xml:space="preserve"> údržbě a</w:t>
      </w:r>
      <w:r w:rsidR="000A290F">
        <w:t xml:space="preserve"> obsluze</w:t>
      </w:r>
      <w:r w:rsidR="001B1147">
        <w:t xml:space="preserve"> </w:t>
      </w:r>
      <w:r w:rsidR="000A290F">
        <w:t>stroje</w:t>
      </w:r>
      <w:r w:rsidR="008A54FC">
        <w:t xml:space="preserve"> (příslušenství)</w:t>
      </w:r>
    </w:p>
    <w:p w14:paraId="3E7233A2" w14:textId="0182E7F5" w:rsidR="005702D6" w:rsidRDefault="008A54FC" w:rsidP="005702D6">
      <w:pPr>
        <w:pStyle w:val="Odstavecseseznamem"/>
        <w:numPr>
          <w:ilvl w:val="0"/>
          <w:numId w:val="12"/>
        </w:numPr>
      </w:pPr>
      <w:r>
        <w:t>Prohlášení o shodě výrobků</w:t>
      </w:r>
    </w:p>
    <w:p w14:paraId="3871076B" w14:textId="09BFCCDA" w:rsidR="003B556D" w:rsidRDefault="003B556D" w:rsidP="003B556D">
      <w:pPr>
        <w:pStyle w:val="Odstavecseseznamem"/>
        <w:numPr>
          <w:ilvl w:val="0"/>
          <w:numId w:val="12"/>
        </w:numPr>
      </w:pPr>
      <w:r>
        <w:t>Čistopis ORV, případně COC list</w:t>
      </w:r>
    </w:p>
    <w:p w14:paraId="3E33958F" w14:textId="77777777" w:rsidR="00306842" w:rsidRPr="000A290F" w:rsidRDefault="001B1147" w:rsidP="005702D6">
      <w:pPr>
        <w:pStyle w:val="Odstavecseseznamem"/>
        <w:numPr>
          <w:ilvl w:val="0"/>
          <w:numId w:val="12"/>
        </w:numPr>
      </w:pPr>
      <w:r w:rsidRPr="000A290F">
        <w:t>Zaškolení obsluhy pro bezpečnou obsluhu a údržbu výrobku</w:t>
      </w:r>
      <w:r w:rsidR="00C30C0F">
        <w:t xml:space="preserve"> u objednatele</w:t>
      </w:r>
    </w:p>
    <w:p w14:paraId="5BFD6245" w14:textId="1E818DBD" w:rsidR="005702D6" w:rsidRPr="003E0DDA" w:rsidRDefault="00306842" w:rsidP="005702D6">
      <w:pPr>
        <w:pStyle w:val="Odstavecseseznamem"/>
        <w:numPr>
          <w:ilvl w:val="0"/>
          <w:numId w:val="12"/>
        </w:numPr>
      </w:pPr>
      <w:r w:rsidRPr="003E0DDA">
        <w:t>Záruka na jakost po dobu minimálně 24 měsíců</w:t>
      </w:r>
      <w:r w:rsidR="007D3213">
        <w:t xml:space="preserve">, nebo 2.000 </w:t>
      </w:r>
      <w:proofErr w:type="spellStart"/>
      <w:r w:rsidR="007D3213">
        <w:t>mth</w:t>
      </w:r>
      <w:proofErr w:type="spellEnd"/>
      <w:r w:rsidR="007B55BD">
        <w:t xml:space="preserve"> včetně</w:t>
      </w:r>
      <w:r w:rsidR="00822D72">
        <w:t>.</w:t>
      </w:r>
    </w:p>
    <w:p w14:paraId="22AFCA4F" w14:textId="2FCEEF53" w:rsidR="00306842" w:rsidRPr="005B4826" w:rsidRDefault="000A290F" w:rsidP="00B211EF">
      <w:pPr>
        <w:pStyle w:val="Odstavecseseznamem"/>
        <w:numPr>
          <w:ilvl w:val="0"/>
          <w:numId w:val="12"/>
        </w:numPr>
      </w:pPr>
      <w:r w:rsidRPr="003E0DDA">
        <w:rPr>
          <w:rFonts w:eastAsia="Times New Roman" w:cs="Times New Roman"/>
          <w:lang w:eastAsia="cs-CZ"/>
        </w:rPr>
        <w:t>Provádění předepsaných servisn</w:t>
      </w:r>
      <w:r w:rsidR="003E0DDA" w:rsidRPr="003E0DDA">
        <w:rPr>
          <w:rFonts w:eastAsia="Times New Roman" w:cs="Times New Roman"/>
          <w:lang w:eastAsia="cs-CZ"/>
        </w:rPr>
        <w:t xml:space="preserve">ích úkonů </w:t>
      </w:r>
      <w:r w:rsidRPr="003E0DDA">
        <w:rPr>
          <w:rFonts w:eastAsia="Times New Roman" w:cs="Times New Roman"/>
          <w:lang w:eastAsia="cs-CZ"/>
        </w:rPr>
        <w:t xml:space="preserve">dodavatelem v ceně stroje </w:t>
      </w:r>
      <w:r w:rsidR="003E0DDA" w:rsidRPr="003E0DDA">
        <w:rPr>
          <w:rFonts w:eastAsia="Times New Roman" w:cs="Times New Roman"/>
          <w:lang w:eastAsia="cs-CZ"/>
        </w:rPr>
        <w:t xml:space="preserve">a </w:t>
      </w:r>
      <w:r w:rsidRPr="003E0DDA">
        <w:rPr>
          <w:rFonts w:eastAsia="Times New Roman" w:cs="Times New Roman"/>
          <w:lang w:eastAsia="cs-CZ"/>
        </w:rPr>
        <w:t>v intervalech předepsaných výrobcem stroje na základě jeho servisního plánu obsahující výměny provozních kapalin a filtrů (olejových náplní motoru včetně filtrů, olejových náplní hydraulických systémů a okruhů včetně jejich filtrů, výměny filtrů vzduchových a likvidaci odpadu v souladu se zákonem 185/2001 Sb. a jeho pozdějším znění, seřízení pracovních částí stoje zaručujících bezpečnost obsluhy a stroje)</w:t>
      </w:r>
      <w:r w:rsidR="00372215">
        <w:rPr>
          <w:rFonts w:eastAsia="Times New Roman" w:cs="Times New Roman"/>
          <w:lang w:eastAsia="cs-CZ"/>
        </w:rPr>
        <w:t>.</w:t>
      </w:r>
      <w:r w:rsidRPr="003E0DDA">
        <w:rPr>
          <w:rFonts w:eastAsia="Times New Roman" w:cs="Times New Roman"/>
          <w:lang w:eastAsia="cs-CZ"/>
        </w:rPr>
        <w:t xml:space="preserve"> Požadavek se nevztahuje na části podléhající běžnému opotřebení, vnějších pryžových částí, běžné údržby, doplňování PHM, nádrže AD-Blue, nebo údržby filtru pevných částic.</w:t>
      </w:r>
    </w:p>
    <w:p w14:paraId="30C01AAB" w14:textId="151ED2C5" w:rsidR="005B4826" w:rsidRPr="005B4826" w:rsidRDefault="005B4826" w:rsidP="005B4826">
      <w:pPr>
        <w:pStyle w:val="Odstavecseseznamem"/>
        <w:numPr>
          <w:ilvl w:val="0"/>
          <w:numId w:val="12"/>
        </w:numPr>
        <w:jc w:val="both"/>
        <w:rPr>
          <w:b/>
        </w:rPr>
      </w:pPr>
      <w:r w:rsidRPr="0081206E">
        <w:t>Servisní středisko dodavatele (případně jeho servisního partnera) dostupné v okruhu do 75km od Oblastního ředitelství Ostrava</w:t>
      </w:r>
      <w:r>
        <w:t>, Muglinovská 1038, 702 00 Ostrava (OJ zadavatele</w:t>
      </w:r>
      <w:r w:rsidRPr="00AD2E64">
        <w:t xml:space="preserve">). </w:t>
      </w:r>
      <w:r w:rsidRPr="0081206E">
        <w:t>Dodavatel uvede v nabídce (</w:t>
      </w:r>
      <w:r>
        <w:t>v níže připojených tabulkách této přílohy</w:t>
      </w:r>
      <w:r w:rsidRPr="0081206E">
        <w:t>) adresu servisního střediska.</w:t>
      </w:r>
    </w:p>
    <w:p w14:paraId="53DCF75C" w14:textId="22BE2FA0" w:rsidR="002F52DB" w:rsidRPr="002F52DB" w:rsidRDefault="002F52DB" w:rsidP="002F52DB">
      <w:pPr>
        <w:pStyle w:val="Nadpis2"/>
      </w:pPr>
      <w:r>
        <w:t>4. Technická specifikace</w:t>
      </w:r>
    </w:p>
    <w:p w14:paraId="188E3DA8" w14:textId="4514ABE4" w:rsidR="002E046A" w:rsidRPr="002E046A" w:rsidRDefault="002E046A" w:rsidP="002E046A">
      <w:pPr>
        <w:pStyle w:val="Odstavecseseznamem"/>
        <w:numPr>
          <w:ilvl w:val="0"/>
          <w:numId w:val="14"/>
        </w:numPr>
        <w:jc w:val="both"/>
        <w:rPr>
          <w:color w:val="00B0F0"/>
          <w:sz w:val="24"/>
          <w:szCs w:val="24"/>
        </w:rPr>
      </w:pPr>
      <w:r w:rsidRPr="002E046A">
        <w:t>Dodavatel doplní v úvodu model (typ) výrobků</w:t>
      </w:r>
      <w:r w:rsidR="007B55BD">
        <w:t xml:space="preserve"> </w:t>
      </w:r>
      <w:r w:rsidR="007B55BD">
        <w:t>(viz níže připojen</w:t>
      </w:r>
      <w:r w:rsidR="007B55BD">
        <w:t>á</w:t>
      </w:r>
      <w:r w:rsidR="007B55BD">
        <w:t xml:space="preserve"> tabulk</w:t>
      </w:r>
      <w:r w:rsidR="007B55BD">
        <w:t>a</w:t>
      </w:r>
      <w:r w:rsidR="007B55BD">
        <w:t>)</w:t>
      </w:r>
    </w:p>
    <w:p w14:paraId="08759328" w14:textId="1EFB3CAE" w:rsidR="00B15A8D" w:rsidRDefault="00984C4A" w:rsidP="002E046A">
      <w:pPr>
        <w:pStyle w:val="Odstavecseseznamem"/>
        <w:numPr>
          <w:ilvl w:val="0"/>
          <w:numId w:val="13"/>
        </w:numPr>
      </w:pPr>
      <w:r>
        <w:t>D</w:t>
      </w:r>
      <w:r w:rsidR="00B15A8D">
        <w:t>odavatel uvede u číselných hodnot přesnou hodnotu, u ostatních údajů uchazeč uvede ANO/NE, zda splňuje / nesplňuje požadavek zadavatele</w:t>
      </w:r>
      <w:r w:rsidR="007B55BD">
        <w:t>, případně doplní požadovanou informaci.</w:t>
      </w:r>
      <w:r w:rsidR="00B15A8D">
        <w:tab/>
      </w:r>
      <w:r w:rsidR="00B15A8D">
        <w:tab/>
      </w:r>
    </w:p>
    <w:p w14:paraId="262EA357" w14:textId="78BF6463" w:rsidR="0051613D" w:rsidRPr="0051613D" w:rsidRDefault="00B15A8D" w:rsidP="0051613D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Uvedené parametry a výbava jsou minimálními požadavky zadavatele, jejich nesplnění (</w:t>
      </w:r>
      <w:bookmarkStart w:id="0" w:name="_GoBack"/>
      <w:bookmarkEnd w:id="0"/>
      <w:r>
        <w:t>nižší hodnota, nebo odpověď NE) je</w:t>
      </w:r>
      <w:r w:rsidR="0051613D">
        <w:t xml:space="preserve"> nesplněním zadávacích podmínek</w:t>
      </w:r>
    </w:p>
    <w:p w14:paraId="6E4E8B3C" w14:textId="6E797991" w:rsidR="0051613D" w:rsidRPr="00693FB8" w:rsidRDefault="0051613D" w:rsidP="0051613D">
      <w:pPr>
        <w:pStyle w:val="Odstavecseseznamem"/>
        <w:numPr>
          <w:ilvl w:val="0"/>
          <w:numId w:val="13"/>
        </w:numPr>
        <w:jc w:val="both"/>
        <w:rPr>
          <w:b/>
        </w:rPr>
      </w:pPr>
      <w:r w:rsidRPr="00693FB8">
        <w:lastRenderedPageBreak/>
        <w:t xml:space="preserve">Technické parametry požaduje zadavatel pro oba </w:t>
      </w:r>
      <w:r w:rsidR="00693FB8" w:rsidRPr="00693FB8">
        <w:t xml:space="preserve">dva </w:t>
      </w:r>
      <w:r w:rsidRPr="00693FB8">
        <w:t>stroje shodné</w:t>
      </w:r>
    </w:p>
    <w:tbl>
      <w:tblPr>
        <w:tblW w:w="8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0"/>
        <w:gridCol w:w="1701"/>
        <w:gridCol w:w="2480"/>
      </w:tblGrid>
      <w:tr w:rsidR="00822D72" w:rsidRPr="00822D72" w14:paraId="0E5FF8CC" w14:textId="77777777" w:rsidTr="00822D72">
        <w:trPr>
          <w:trHeight w:val="1302"/>
        </w:trPr>
        <w:tc>
          <w:tcPr>
            <w:tcW w:w="4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2B59"/>
            <w:vAlign w:val="center"/>
            <w:hideMark/>
          </w:tcPr>
          <w:p w14:paraId="1C53E922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TRAKTOR S PŘÍKOPOVÝM RAMENEM A MULČOVACÍ HLAVOU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5A236D14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POŽADOVANÉ  PARAMETRY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1C1C8D28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PARAMETRY NABÍZENÉHO STROJE (uveďte HODNOTY, případně ANO / NE)</w:t>
            </w:r>
          </w:p>
        </w:tc>
      </w:tr>
      <w:tr w:rsidR="00822D72" w:rsidRPr="00822D72" w14:paraId="490BC53A" w14:textId="77777777" w:rsidTr="00822D72">
        <w:trPr>
          <w:trHeight w:val="499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5200"/>
            <w:noWrap/>
            <w:vAlign w:val="center"/>
            <w:hideMark/>
          </w:tcPr>
          <w:p w14:paraId="12D8659B" w14:textId="5E1D71B3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STROJ (traktor + rameno</w:t>
            </w:r>
            <w:r w:rsidR="00AD2E6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+ mulčovací hlava</w:t>
            </w:r>
            <w:r w:rsidRPr="00822D72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):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12BEA754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vAlign w:val="center"/>
            <w:hideMark/>
          </w:tcPr>
          <w:p w14:paraId="56FAC4E8" w14:textId="77777777" w:rsidR="00AD2E64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_____ + ______</w:t>
            </w:r>
            <w:r w:rsidR="00AD2E6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</w:p>
          <w:p w14:paraId="40604517" w14:textId="77777777" w:rsidR="00822D72" w:rsidRDefault="00AD2E64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+ </w:t>
            </w:r>
            <w:r w:rsidRPr="00822D72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______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</w:p>
          <w:p w14:paraId="372607F3" w14:textId="562E1173" w:rsidR="00AD2E64" w:rsidRPr="00822D72" w:rsidRDefault="00AD2E64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822D72" w:rsidRPr="00822D72" w14:paraId="5B1E6B7B" w14:textId="77777777" w:rsidTr="007B55BD">
        <w:trPr>
          <w:trHeight w:val="39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9A14A4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lang w:eastAsia="cs-CZ"/>
              </w:rPr>
              <w:t>MOTOR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16B7DD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985C6B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822D72" w:rsidRPr="00822D72" w14:paraId="68C0D8FA" w14:textId="77777777" w:rsidTr="00822D72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90E3C21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Vznětový (min. čtyř-válcový)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258DC9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D4305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41228740" w14:textId="77777777" w:rsidTr="00822D72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4950D792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Objem motoru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D6AD355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min. 3.750 cm³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63A2ECF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0A2C35F8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4AB8A19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Jmenovitý výkon (dle TP)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DDD7D8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 xml:space="preserve">min. 125 </w:t>
            </w:r>
            <w:proofErr w:type="spellStart"/>
            <w:r w:rsidRPr="00822D72">
              <w:rPr>
                <w:rFonts w:ascii="Verdana" w:eastAsia="Times New Roman" w:hAnsi="Verdana" w:cs="Times New Roman"/>
                <w:lang w:eastAsia="cs-CZ"/>
              </w:rPr>
              <w:t>Hp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E4F7D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163FC4EA" w14:textId="77777777" w:rsidTr="00822D72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5D1F307A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Emisní norma (platná emisní norma v době přihlášení vozidla)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09399CE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min. STAGE IV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9803361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568F2E01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7721316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Předehřev motoru pro zimní starty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52F0CE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D096C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72B49F47" w14:textId="77777777" w:rsidTr="007B55BD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E4B7ED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lang w:eastAsia="cs-CZ"/>
              </w:rPr>
              <w:t>PODVOZEK, PŘEVODOVKA, NÁPRAVY A OSTATNÍ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70D796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0B8330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822D72" w:rsidRPr="00822D72" w14:paraId="5AE288D5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64F54A4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Podvozek kolový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6ED624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A169E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33270236" w14:textId="77777777" w:rsidTr="00822D72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3FA840A0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Pohon všech kol (4x4)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4C40D85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0478786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7D8EFDF4" w14:textId="77777777" w:rsidTr="00822D72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A8CA5FC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Uzávěrka obou diferenciálu (100%)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C8A29F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35ACC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087FE25C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1B167AC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Převodovka s plynule měnitelným převodem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E3149D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9AB0DD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1CC4E96A" w14:textId="77777777" w:rsidTr="007B55BD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D1B8F42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Režimy ovládání převodovky v režimu AUTO/MAN/PTO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553946C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1A49D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7185A21E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3B3AD5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Nezávislý brzdový systém na všechna čtyři kola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4CE77B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5914F4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4E62FF0E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A93A15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Konstrukční rychlost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2601BC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min. 40 km/hod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1D556D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3F0E9C87" w14:textId="77777777" w:rsidTr="007B55BD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DF885D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Přední náprava hydraulicky odpružená s možností jejího uzamčení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7F2E2E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1B5EC0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02F659C5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97CA66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Aretace výkyvu přední nápravy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03C7F5A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E606E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676E4FAD" w14:textId="77777777" w:rsidTr="00822D72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3FDE8D25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Přední tříbodový závěs kategorie II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7D98F39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05852D3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5B6D5A82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DF396B0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Zadní tříbodový závěs kategorie III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E8948F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81BBF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2575325D" w14:textId="77777777" w:rsidTr="00822D72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0D360B44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Nosnost předního závěsu (PTZ)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6D5AE19A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min. 2.800 kg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28DD019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4F1BABDD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C19E71D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Nosnost zadního závěsu (TBZ)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C40865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min. 7.000 kg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2E1C3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23089B52" w14:textId="77777777" w:rsidTr="00822D72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739D15B3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Stabilizátory zadních ramen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C565AC0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7E47927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3CD337C5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C3B5D93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Přední vývodový hřídel (otáčky/min.)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81A081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 xml:space="preserve">1.000 </w:t>
            </w:r>
            <w:proofErr w:type="spellStart"/>
            <w:r w:rsidRPr="00822D72">
              <w:rPr>
                <w:rFonts w:ascii="Verdana" w:eastAsia="Times New Roman" w:hAnsi="Verdana" w:cs="Times New Roman"/>
                <w:lang w:eastAsia="cs-CZ"/>
              </w:rPr>
              <w:t>ot</w:t>
            </w:r>
            <w:proofErr w:type="spellEnd"/>
            <w:r w:rsidRPr="00822D72">
              <w:rPr>
                <w:rFonts w:ascii="Verdana" w:eastAsia="Times New Roman" w:hAnsi="Verdana" w:cs="Times New Roman"/>
                <w:lang w:eastAsia="cs-CZ"/>
              </w:rPr>
              <w:t>/min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72F03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387B7439" w14:textId="77777777" w:rsidTr="00822D72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0E0F4474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Zadní vývodový hřídel (otáčky/min.)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AC1DF58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540/540E/1.000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AA21E90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3479D56A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326768F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Hydraulické okruhy vpředu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9F5392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min. 1 okruh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5D92F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1AEF9D91" w14:textId="77777777" w:rsidTr="00822D72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40FD085E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Hydraulické okruhy vzadu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636D537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min. 3 okruhy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09E7B5E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1F22A9FB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57C8409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Samostatné čerpadlo pro řízení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E24E99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E0AD7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37BFB131" w14:textId="77777777" w:rsidTr="00822D72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0FDFCDCA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Zadní blatníky kryjící celou šíři pneumatik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7E67C6D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040245D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34602784" w14:textId="77777777" w:rsidTr="007B55BD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FFD817D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Vzduchová dvou-okruhová přípojka pro přípojné vozidlo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5D74B9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3AEA7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2DB3F599" w14:textId="77777777" w:rsidTr="00822D72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67D8CD8A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Elektrická zásuvka pro přípojné vozidlo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3521821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F745A2A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14D8DEBF" w14:textId="77777777" w:rsidTr="007B55BD">
        <w:trPr>
          <w:trHeight w:val="39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E1AE32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lang w:eastAsia="cs-CZ"/>
              </w:rPr>
              <w:t>KABINA, OVLÁDÁNÍ A KOMFORT OBSLUHY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E4962B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61DFF1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822D72" w:rsidRPr="00822D72" w14:paraId="42E0872E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5EE5EFB8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Kabina pneumaticky odpružená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2A57BC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74A4BC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28A161EB" w14:textId="77777777" w:rsidTr="00822D72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3AAEC31B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Sedadlo obsluhy pneumaticky odpružené s možností natočení do stran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D7FC304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96952FD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3EB52196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52363C14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Sedadlo spolujezdce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AB9E97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EFB9BC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26B5CA72" w14:textId="77777777" w:rsidTr="00822D72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45D64B7D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Nastavitelný volant (min. ve dvou polohách)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91AC5A3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31CE624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20576461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27244950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Tempomat s pamětí pro min. dvě různé rychlosti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1D49FF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AC7D80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3A004CE4" w14:textId="77777777" w:rsidTr="00822D72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53B29EA6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Ovládání hydraulických (pracovních) funkcí na joysticku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067D361A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0C913739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0622291E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38928FBC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Topení a klimatizace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A0EF05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FE76D8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323577D0" w14:textId="77777777" w:rsidTr="00822D72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679025E8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lastRenderedPageBreak/>
              <w:t>Rádio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00B3676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69350609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41D9C35D" w14:textId="77777777" w:rsidTr="007B55BD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484239A8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Pracovní osvětlení (min. 2 páry světel vpředu a min. 2 páry vzadu)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AACCBB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7CEE96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083C73C8" w14:textId="77777777" w:rsidTr="00822D72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5A289C94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Vnější zpětná zrcátka vyhřívaná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30BB2C7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2D67467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638840AE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12326366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Stěrač čelního i zadního skla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1C0C2F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0C2F87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605DA37D" w14:textId="77777777" w:rsidTr="007B55BD">
        <w:trPr>
          <w:trHeight w:val="39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26501D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lang w:eastAsia="cs-CZ"/>
              </w:rPr>
              <w:t>HMOTNOSTI KOMUNÁLNÍHO TRAKTORU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DC60DF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7D1A10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822D72" w:rsidRPr="00822D72" w14:paraId="4AED884C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0355DDC9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Hmotnost traktoru pohotovostní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2A26AA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min. 5.500 kg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19F58A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1655BEAA" w14:textId="77777777" w:rsidTr="00822D72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1592AB4C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Hmotnost traktoru maximální přípustná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6C2345D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min. 9.000 kg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35F9EA3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634CECD7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7280455D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Hmotnost bržděného přípojného vozidla dle TP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F1F72C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min. 30 tun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A42C87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7D155CB8" w14:textId="77777777" w:rsidTr="007B55BD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26DDFB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lang w:eastAsia="cs-CZ"/>
              </w:rPr>
              <w:t>BOČNÍ MEZINÁPRAVOVÉ PŘÍKOPOVÉ RAMENO + HYDRAULICKÝ AGREGÁT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1EB2EA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C26E7C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822D72" w:rsidRPr="00822D72" w14:paraId="524B7C0D" w14:textId="77777777" w:rsidTr="007B55BD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3792EF3D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Umístění žacího ramene mezi nápravami traktoru na pravé straně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F0BC52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75625E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59C846C4" w14:textId="77777777" w:rsidTr="007B55BD">
        <w:trPr>
          <w:trHeight w:val="67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34E2D8A3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Hydraulický agregát pro pohon žacího ramene a hlavy umístěný v zadním tříbodovém závěsu poháněný od zadní vývodové hřídele traktoru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D9DBDDA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ÄNO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894FD4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61B49CC0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734FA35E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Hlavní nosník příkopového ramene s talířovou otočí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3B4901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6C8EF1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16EB6FFC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68EE4C7C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Systém automatického odlehčení tlaku ramene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8F92FFA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B2581F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7E0C14DE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6133DE67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Dosah ramene od osy traktoru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E7F6AD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min. 7.000 mm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EF1BD8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7675BEDF" w14:textId="77777777" w:rsidTr="007B55BD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30897BF7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Ovládání ramene elektronickým joystickem (bez použití lanovodů)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5657B30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33ACB7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2A003EAC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1E285B6A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Žací hlava (pracovní záběr)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47A24A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min. 1.250 mm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29ADE1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65DFDF4B" w14:textId="77777777" w:rsidTr="007B55BD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66710D38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Pohon žací hlavy od hydromotoru přes klínové řemeny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1A151B27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BF59AC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6708A5F9" w14:textId="77777777" w:rsidTr="007B55BD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588628D8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Rotace žací hlavy s možností přepnutí směru otáčení z kabiny řidiče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D9D630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FAC29C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530D2D10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1D4305A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Osazení žací hlavy mulčovacími kladivy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4FBFF1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352D3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3AF7AE08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B86926F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Odstavné a stavitelné nohy pro hydraulický agregát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AC7B13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A5E12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01812B7E" w14:textId="77777777" w:rsidTr="007B55BD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DC4C69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Odstavný a pojízdný podvozek pro odstavení ramene mimo sezónu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6C3A61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0853BC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3A547664" w14:textId="77777777" w:rsidTr="007B55BD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  <w:hideMark/>
          </w:tcPr>
          <w:p w14:paraId="536E37B2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Zadní světelná rampa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5B86F9" w14:textId="4F52E202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  <w:r w:rsidR="00731FE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55E58F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560945CE" w14:textId="77777777" w:rsidTr="007B55BD">
        <w:trPr>
          <w:trHeight w:val="39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4EB331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lang w:eastAsia="cs-CZ"/>
              </w:rPr>
              <w:t>VYBAVENÍ, BEZPEČNOST A DOPLŇKY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3D48F9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25610F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</w:t>
            </w:r>
          </w:p>
        </w:tc>
      </w:tr>
      <w:tr w:rsidR="00822D72" w:rsidRPr="00822D72" w14:paraId="4BB271EF" w14:textId="77777777" w:rsidTr="00822D72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3CC7C302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Přední a boční vyvážení pro funkční celek traktoru s příkopovým ramenem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690EF07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12ECE71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709CFD70" w14:textId="77777777" w:rsidTr="00822D72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17C9B019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Výstražný maják oranžové barvy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2F75737E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7DC7C65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5B874F0C" w14:textId="77777777" w:rsidTr="00822D72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51B3AE38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Kompletní agregace nářadí na traktor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752F6FFC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37E807FD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1D0116CC" w14:textId="77777777" w:rsidTr="00822D72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70F06CE7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Přídavné závaží pro vyvážení traktoru s ramenem (funkční celek)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528EC930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4AC9063C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732F2545" w14:textId="77777777" w:rsidTr="00822D72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4DD45245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Povinná výbava pro provoz na pozemních komunikacích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656509D0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0366E37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747EB166" w14:textId="77777777" w:rsidTr="00822D72">
        <w:trPr>
          <w:trHeight w:val="450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72B5BA7B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Homologace traktoru a příslušenství pro provoz na pozemních komunikacích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40BFE89C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1D4B801E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49A4092B" w14:textId="77777777" w:rsidTr="00822D72">
        <w:trPr>
          <w:trHeight w:val="255"/>
        </w:trPr>
        <w:tc>
          <w:tcPr>
            <w:tcW w:w="488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2F2F2"/>
            <w:vAlign w:val="center"/>
            <w:hideMark/>
          </w:tcPr>
          <w:p w14:paraId="3B68803B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Čistopis ORV, případně COC list</w:t>
            </w:r>
          </w:p>
        </w:tc>
        <w:tc>
          <w:tcPr>
            <w:tcW w:w="160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2F2F2"/>
            <w:noWrap/>
            <w:vAlign w:val="center"/>
            <w:hideMark/>
          </w:tcPr>
          <w:p w14:paraId="330C19BF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724484B5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822D72" w:rsidRPr="00822D72" w14:paraId="7D4357DB" w14:textId="77777777" w:rsidTr="007B55BD">
        <w:trPr>
          <w:trHeight w:val="1020"/>
        </w:trPr>
        <w:tc>
          <w:tcPr>
            <w:tcW w:w="4880" w:type="dxa"/>
            <w:tcBorders>
              <w:top w:val="nil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008260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Servisní středisko v dosahu 75 km od sídla OJ zadavatele*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9668DA" w14:textId="77777777" w:rsidR="00822D72" w:rsidRPr="00822D72" w:rsidRDefault="00822D72" w:rsidP="00822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14:paraId="78415413" w14:textId="77777777" w:rsidR="00822D72" w:rsidRPr="00822D72" w:rsidRDefault="00822D72" w:rsidP="00822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</w:pPr>
            <w:r w:rsidRPr="00822D72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cs-CZ"/>
              </w:rPr>
              <w:t xml:space="preserve">adresa servisního střediska: </w:t>
            </w:r>
          </w:p>
        </w:tc>
      </w:tr>
    </w:tbl>
    <w:p w14:paraId="0B594D94" w14:textId="57EA5F28" w:rsidR="00701A5C" w:rsidRPr="00822D72" w:rsidRDefault="00FD39A1" w:rsidP="00822D72">
      <w:pPr>
        <w:jc w:val="both"/>
      </w:pPr>
      <w:r w:rsidRPr="00822D72">
        <w:t xml:space="preserve">* </w:t>
      </w:r>
      <w:r w:rsidRPr="00822D72">
        <w:rPr>
          <w:rStyle w:val="FontStyle38"/>
          <w:rFonts w:asciiTheme="minorHAnsi" w:hAnsiTheme="minorHAnsi"/>
          <w:sz w:val="16"/>
          <w:szCs w:val="16"/>
        </w:rPr>
        <w:t>počítáno podle webové aplikace Google mapy, výběr: nejrychlejší varianta trasy</w:t>
      </w:r>
    </w:p>
    <w:sectPr w:rsidR="00701A5C" w:rsidRPr="00822D7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47428" w14:textId="77777777" w:rsidR="004D2999" w:rsidRDefault="004D2999" w:rsidP="00962258">
      <w:pPr>
        <w:spacing w:after="0" w:line="240" w:lineRule="auto"/>
      </w:pPr>
      <w:r>
        <w:separator/>
      </w:r>
    </w:p>
  </w:endnote>
  <w:endnote w:type="continuationSeparator" w:id="0">
    <w:p w14:paraId="1871BA25" w14:textId="77777777" w:rsidR="004D2999" w:rsidRDefault="004D29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D7468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119FC801" w:rsidR="004D7468" w:rsidRPr="00B8518B" w:rsidRDefault="004D7468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D2E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2E6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4D7468" w:rsidRDefault="004D7468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4D7468" w:rsidRDefault="004D7468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4D7468" w:rsidRDefault="004D7468" w:rsidP="00D831A3">
          <w:pPr>
            <w:pStyle w:val="Zpat"/>
          </w:pPr>
        </w:p>
      </w:tc>
    </w:tr>
  </w:tbl>
  <w:p w14:paraId="48C0B2B2" w14:textId="77777777" w:rsidR="004D7468" w:rsidRPr="00B8518B" w:rsidRDefault="004D7468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D7468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035A41D2" w:rsidR="004D7468" w:rsidRPr="00B8518B" w:rsidRDefault="004D7468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D2E6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D2E6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4D7468" w:rsidRDefault="004D7468" w:rsidP="005A4944">
          <w:pPr>
            <w:pStyle w:val="Zpat"/>
          </w:pPr>
          <w:r>
            <w:t>Správa železnic, státní organizace</w:t>
          </w:r>
        </w:p>
        <w:p w14:paraId="56A65E20" w14:textId="77777777" w:rsidR="004D7468" w:rsidRDefault="004D7468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4D7468" w:rsidRDefault="004D7468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4D7468" w:rsidRDefault="004D7468" w:rsidP="005A4944">
          <w:pPr>
            <w:pStyle w:val="Zpat"/>
          </w:pPr>
          <w:r>
            <w:t>IČO: 709 94 234 DIČ: CZ 709 94 234</w:t>
          </w:r>
        </w:p>
        <w:p w14:paraId="0F632BD3" w14:textId="1E072765" w:rsidR="004D7468" w:rsidRDefault="004D7468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4D7468" w:rsidRDefault="004D7468" w:rsidP="005A4944">
          <w:pPr>
            <w:pStyle w:val="Zpat"/>
          </w:pPr>
        </w:p>
      </w:tc>
    </w:tr>
  </w:tbl>
  <w:p w14:paraId="6DF5F94F" w14:textId="77777777" w:rsidR="004D7468" w:rsidRPr="00B8518B" w:rsidRDefault="004D746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4D7468" w:rsidRPr="00460660" w:rsidRDefault="004D746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61492" w14:textId="77777777" w:rsidR="004D2999" w:rsidRDefault="004D2999" w:rsidP="00962258">
      <w:pPr>
        <w:spacing w:after="0" w:line="240" w:lineRule="auto"/>
      </w:pPr>
      <w:r>
        <w:separator/>
      </w:r>
    </w:p>
  </w:footnote>
  <w:footnote w:type="continuationSeparator" w:id="0">
    <w:p w14:paraId="4B8552EB" w14:textId="77777777" w:rsidR="004D2999" w:rsidRDefault="004D29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D7468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4D7468" w:rsidRPr="00B8518B" w:rsidRDefault="004D746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4D7468" w:rsidRDefault="004D746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4D7468" w:rsidRPr="00D6163D" w:rsidRDefault="004D7468" w:rsidP="00D6163D">
          <w:pPr>
            <w:pStyle w:val="Druhdokumentu"/>
          </w:pPr>
        </w:p>
      </w:tc>
    </w:tr>
  </w:tbl>
  <w:p w14:paraId="54A0014C" w14:textId="77777777" w:rsidR="004D7468" w:rsidRPr="00D6163D" w:rsidRDefault="004D746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D7468" w:rsidRPr="002A6AEA" w14:paraId="3FD79E07" w14:textId="77777777" w:rsidTr="007B55BD">
      <w:trPr>
        <w:trHeight w:hRule="exact" w:val="1312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4D7468" w:rsidRPr="00B8518B" w:rsidRDefault="004D746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4D7468" w:rsidRDefault="004D7468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7B8ED37" w14:textId="23E9674F" w:rsidR="004D7468" w:rsidRPr="002A6AEA" w:rsidRDefault="004D7468" w:rsidP="002A6AEA">
          <w:pPr>
            <w:pStyle w:val="Druhdokumentu"/>
            <w:jc w:val="left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Příloha č. 1 </w:t>
          </w:r>
          <w:r w:rsidRPr="002A6AEA">
            <w:rPr>
              <w:sz w:val="24"/>
              <w:szCs w:val="24"/>
            </w:rPr>
            <w:t xml:space="preserve">– </w:t>
          </w:r>
          <w:r w:rsidR="005B4826">
            <w:rPr>
              <w:sz w:val="24"/>
              <w:szCs w:val="24"/>
            </w:rPr>
            <w:t xml:space="preserve">NÁKUP </w:t>
          </w:r>
          <w:r w:rsidR="00EB3E8C">
            <w:rPr>
              <w:sz w:val="24"/>
              <w:szCs w:val="24"/>
            </w:rPr>
            <w:t>KOMUNÁLNÍ</w:t>
          </w:r>
          <w:r w:rsidR="005B4826">
            <w:rPr>
              <w:sz w:val="24"/>
              <w:szCs w:val="24"/>
            </w:rPr>
            <w:t>CH</w:t>
          </w:r>
          <w:r w:rsidR="00EB3E8C">
            <w:rPr>
              <w:sz w:val="24"/>
              <w:szCs w:val="24"/>
            </w:rPr>
            <w:t xml:space="preserve"> TRAKTOR</w:t>
          </w:r>
          <w:r w:rsidR="005B4826">
            <w:rPr>
              <w:sz w:val="24"/>
              <w:szCs w:val="24"/>
            </w:rPr>
            <w:t>Ů</w:t>
          </w:r>
          <w:r w:rsidR="00EB3E8C">
            <w:rPr>
              <w:sz w:val="24"/>
              <w:szCs w:val="24"/>
            </w:rPr>
            <w:t xml:space="preserve"> S PŘÍKOPOVÝM RAMENEM</w:t>
          </w:r>
          <w:r w:rsidR="00591F36">
            <w:rPr>
              <w:sz w:val="24"/>
              <w:szCs w:val="24"/>
            </w:rPr>
            <w:t xml:space="preserve"> A MULČOVACÍ</w:t>
          </w:r>
          <w:r w:rsidR="0070493B">
            <w:rPr>
              <w:sz w:val="24"/>
              <w:szCs w:val="24"/>
            </w:rPr>
            <w:t xml:space="preserve"> HLAVOU</w:t>
          </w:r>
          <w:r w:rsidR="007B55BD">
            <w:rPr>
              <w:sz w:val="24"/>
              <w:szCs w:val="24"/>
            </w:rPr>
            <w:t xml:space="preserve"> (technické požadavky)</w:t>
          </w:r>
        </w:p>
        <w:p w14:paraId="1C714102" w14:textId="77777777" w:rsidR="004D7468" w:rsidRPr="002A6AEA" w:rsidRDefault="004D7468" w:rsidP="002A6AEA">
          <w:pPr>
            <w:pStyle w:val="Druhdokumentu"/>
            <w:rPr>
              <w:sz w:val="22"/>
              <w:szCs w:val="22"/>
            </w:rPr>
          </w:pPr>
        </w:p>
      </w:tc>
    </w:tr>
    <w:tr w:rsidR="004D7468" w14:paraId="6904D335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4D7468" w:rsidRPr="00B8518B" w:rsidRDefault="004D746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4D7468" w:rsidRDefault="004D7468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4D7468" w:rsidRPr="00D6163D" w:rsidRDefault="004D7468" w:rsidP="00FC6389">
          <w:pPr>
            <w:pStyle w:val="Druhdokumentu"/>
          </w:pPr>
        </w:p>
      </w:tc>
    </w:tr>
  </w:tbl>
  <w:p w14:paraId="79278E1D" w14:textId="77777777" w:rsidR="004D7468" w:rsidRPr="00D6163D" w:rsidRDefault="004D7468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4D7468" w:rsidRPr="00460660" w:rsidRDefault="004D7468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13"/>
  </w:num>
  <w:num w:numId="4">
    <w:abstractNumId w:val="5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11"/>
  </w:num>
  <w:num w:numId="10">
    <w:abstractNumId w:val="1"/>
  </w:num>
  <w:num w:numId="11">
    <w:abstractNumId w:val="2"/>
  </w:num>
  <w:num w:numId="12">
    <w:abstractNumId w:val="12"/>
  </w:num>
  <w:num w:numId="13">
    <w:abstractNumId w:val="9"/>
  </w:num>
  <w:num w:numId="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66"/>
    <w:rsid w:val="0001380D"/>
    <w:rsid w:val="00017526"/>
    <w:rsid w:val="00047CB8"/>
    <w:rsid w:val="000558AB"/>
    <w:rsid w:val="00072C1E"/>
    <w:rsid w:val="00081784"/>
    <w:rsid w:val="0008575D"/>
    <w:rsid w:val="000A290F"/>
    <w:rsid w:val="000B4EB8"/>
    <w:rsid w:val="000C41F2"/>
    <w:rsid w:val="000D22C4"/>
    <w:rsid w:val="000D27D1"/>
    <w:rsid w:val="000F41C7"/>
    <w:rsid w:val="0010281E"/>
    <w:rsid w:val="00114472"/>
    <w:rsid w:val="001150F2"/>
    <w:rsid w:val="00152480"/>
    <w:rsid w:val="00170EC5"/>
    <w:rsid w:val="00172B3C"/>
    <w:rsid w:val="001747C1"/>
    <w:rsid w:val="00186692"/>
    <w:rsid w:val="00190B15"/>
    <w:rsid w:val="001B1147"/>
    <w:rsid w:val="001B24E5"/>
    <w:rsid w:val="001B4E74"/>
    <w:rsid w:val="001D66BD"/>
    <w:rsid w:val="00201F23"/>
    <w:rsid w:val="00207DF5"/>
    <w:rsid w:val="00242B9F"/>
    <w:rsid w:val="00261A5B"/>
    <w:rsid w:val="00267E18"/>
    <w:rsid w:val="00284AF3"/>
    <w:rsid w:val="00296DC2"/>
    <w:rsid w:val="002A6876"/>
    <w:rsid w:val="002A6AEA"/>
    <w:rsid w:val="002B5243"/>
    <w:rsid w:val="002C31BF"/>
    <w:rsid w:val="002E046A"/>
    <w:rsid w:val="002E0CD7"/>
    <w:rsid w:val="002E24E1"/>
    <w:rsid w:val="002F52DB"/>
    <w:rsid w:val="002F5DA1"/>
    <w:rsid w:val="00306842"/>
    <w:rsid w:val="00315F75"/>
    <w:rsid w:val="00327EEF"/>
    <w:rsid w:val="00332701"/>
    <w:rsid w:val="003354B5"/>
    <w:rsid w:val="0034719F"/>
    <w:rsid w:val="003571D8"/>
    <w:rsid w:val="00357BC6"/>
    <w:rsid w:val="00361422"/>
    <w:rsid w:val="00370F99"/>
    <w:rsid w:val="003711E4"/>
    <w:rsid w:val="003712A0"/>
    <w:rsid w:val="00372215"/>
    <w:rsid w:val="00380150"/>
    <w:rsid w:val="003956C6"/>
    <w:rsid w:val="003B556D"/>
    <w:rsid w:val="003C180B"/>
    <w:rsid w:val="003E0DDA"/>
    <w:rsid w:val="003E4A4C"/>
    <w:rsid w:val="003E534D"/>
    <w:rsid w:val="003F0F7E"/>
    <w:rsid w:val="0040211C"/>
    <w:rsid w:val="00413E5D"/>
    <w:rsid w:val="00450F07"/>
    <w:rsid w:val="00453CD3"/>
    <w:rsid w:val="00460660"/>
    <w:rsid w:val="00486107"/>
    <w:rsid w:val="00491827"/>
    <w:rsid w:val="004B0F3C"/>
    <w:rsid w:val="004B13E1"/>
    <w:rsid w:val="004B5CD0"/>
    <w:rsid w:val="004C2347"/>
    <w:rsid w:val="004C4399"/>
    <w:rsid w:val="004C6678"/>
    <w:rsid w:val="004C787C"/>
    <w:rsid w:val="004D2143"/>
    <w:rsid w:val="004D2999"/>
    <w:rsid w:val="004D7468"/>
    <w:rsid w:val="004E1D96"/>
    <w:rsid w:val="004E7A1F"/>
    <w:rsid w:val="004F4B9B"/>
    <w:rsid w:val="00511AB9"/>
    <w:rsid w:val="0051613D"/>
    <w:rsid w:val="00523BB5"/>
    <w:rsid w:val="00523EA7"/>
    <w:rsid w:val="00534019"/>
    <w:rsid w:val="005406EB"/>
    <w:rsid w:val="00553375"/>
    <w:rsid w:val="00562CC0"/>
    <w:rsid w:val="005702D6"/>
    <w:rsid w:val="005736B7"/>
    <w:rsid w:val="00575E5A"/>
    <w:rsid w:val="00591F36"/>
    <w:rsid w:val="0059674A"/>
    <w:rsid w:val="005A4944"/>
    <w:rsid w:val="005B4826"/>
    <w:rsid w:val="005E24FC"/>
    <w:rsid w:val="005F13BD"/>
    <w:rsid w:val="00607F15"/>
    <w:rsid w:val="0061068E"/>
    <w:rsid w:val="00612482"/>
    <w:rsid w:val="00613A7F"/>
    <w:rsid w:val="00624873"/>
    <w:rsid w:val="00632045"/>
    <w:rsid w:val="00636285"/>
    <w:rsid w:val="006411CB"/>
    <w:rsid w:val="00651339"/>
    <w:rsid w:val="00660AD3"/>
    <w:rsid w:val="006626CF"/>
    <w:rsid w:val="00693FB8"/>
    <w:rsid w:val="0069668E"/>
    <w:rsid w:val="006A5570"/>
    <w:rsid w:val="006A689C"/>
    <w:rsid w:val="006B3D79"/>
    <w:rsid w:val="006C04E1"/>
    <w:rsid w:val="006D130E"/>
    <w:rsid w:val="006E0578"/>
    <w:rsid w:val="006E314D"/>
    <w:rsid w:val="00701A5C"/>
    <w:rsid w:val="0070493B"/>
    <w:rsid w:val="00710723"/>
    <w:rsid w:val="0071113A"/>
    <w:rsid w:val="00720768"/>
    <w:rsid w:val="00723ED1"/>
    <w:rsid w:val="00731FEC"/>
    <w:rsid w:val="00742F51"/>
    <w:rsid w:val="00743525"/>
    <w:rsid w:val="0076286B"/>
    <w:rsid w:val="00766846"/>
    <w:rsid w:val="0077673A"/>
    <w:rsid w:val="007846E1"/>
    <w:rsid w:val="007853DE"/>
    <w:rsid w:val="007B55BD"/>
    <w:rsid w:val="007B570C"/>
    <w:rsid w:val="007D3213"/>
    <w:rsid w:val="007D7419"/>
    <w:rsid w:val="007E1DF9"/>
    <w:rsid w:val="007E2D69"/>
    <w:rsid w:val="007E4A6E"/>
    <w:rsid w:val="007E70A0"/>
    <w:rsid w:val="007F56A7"/>
    <w:rsid w:val="007F6566"/>
    <w:rsid w:val="00807093"/>
    <w:rsid w:val="008072DD"/>
    <w:rsid w:val="00807DD0"/>
    <w:rsid w:val="0081206E"/>
    <w:rsid w:val="008201C7"/>
    <w:rsid w:val="00822D72"/>
    <w:rsid w:val="008254BC"/>
    <w:rsid w:val="008272EC"/>
    <w:rsid w:val="00852590"/>
    <w:rsid w:val="00856E91"/>
    <w:rsid w:val="00857257"/>
    <w:rsid w:val="0086615B"/>
    <w:rsid w:val="00873F17"/>
    <w:rsid w:val="00895BBB"/>
    <w:rsid w:val="008A3568"/>
    <w:rsid w:val="008A54FC"/>
    <w:rsid w:val="008D03B9"/>
    <w:rsid w:val="008F18D6"/>
    <w:rsid w:val="00904780"/>
    <w:rsid w:val="00922385"/>
    <w:rsid w:val="009223DF"/>
    <w:rsid w:val="00936091"/>
    <w:rsid w:val="00940D8A"/>
    <w:rsid w:val="00946AE9"/>
    <w:rsid w:val="00946F6C"/>
    <w:rsid w:val="00962258"/>
    <w:rsid w:val="009678B7"/>
    <w:rsid w:val="00970B5A"/>
    <w:rsid w:val="00981224"/>
    <w:rsid w:val="00984503"/>
    <w:rsid w:val="00984C4A"/>
    <w:rsid w:val="00992D9C"/>
    <w:rsid w:val="00996CB8"/>
    <w:rsid w:val="009B042B"/>
    <w:rsid w:val="009B240F"/>
    <w:rsid w:val="009B2E97"/>
    <w:rsid w:val="009C1306"/>
    <w:rsid w:val="009C442C"/>
    <w:rsid w:val="009D3B56"/>
    <w:rsid w:val="009E07F4"/>
    <w:rsid w:val="009F309B"/>
    <w:rsid w:val="009F392E"/>
    <w:rsid w:val="00A05B13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71189"/>
    <w:rsid w:val="00A753ED"/>
    <w:rsid w:val="00A94C2F"/>
    <w:rsid w:val="00AA4CBB"/>
    <w:rsid w:val="00AA65FA"/>
    <w:rsid w:val="00AA7351"/>
    <w:rsid w:val="00AD056F"/>
    <w:rsid w:val="00AD2E64"/>
    <w:rsid w:val="00AD57C8"/>
    <w:rsid w:val="00AD6731"/>
    <w:rsid w:val="00B008D5"/>
    <w:rsid w:val="00B06145"/>
    <w:rsid w:val="00B15A8D"/>
    <w:rsid w:val="00B15D0D"/>
    <w:rsid w:val="00B211EF"/>
    <w:rsid w:val="00B2400B"/>
    <w:rsid w:val="00B2530B"/>
    <w:rsid w:val="00B34218"/>
    <w:rsid w:val="00B75D2B"/>
    <w:rsid w:val="00B75EE1"/>
    <w:rsid w:val="00B77481"/>
    <w:rsid w:val="00B8518B"/>
    <w:rsid w:val="00B91654"/>
    <w:rsid w:val="00B947BA"/>
    <w:rsid w:val="00BA0376"/>
    <w:rsid w:val="00BA20AC"/>
    <w:rsid w:val="00BC260A"/>
    <w:rsid w:val="00BD230A"/>
    <w:rsid w:val="00BD7E91"/>
    <w:rsid w:val="00BD7F0D"/>
    <w:rsid w:val="00BF4756"/>
    <w:rsid w:val="00C02D0A"/>
    <w:rsid w:val="00C03A6E"/>
    <w:rsid w:val="00C30C0F"/>
    <w:rsid w:val="00C3606B"/>
    <w:rsid w:val="00C420CA"/>
    <w:rsid w:val="00C44F6A"/>
    <w:rsid w:val="00C54743"/>
    <w:rsid w:val="00C6198E"/>
    <w:rsid w:val="00C778A5"/>
    <w:rsid w:val="00C814B5"/>
    <w:rsid w:val="00C95162"/>
    <w:rsid w:val="00CA59E7"/>
    <w:rsid w:val="00CC4705"/>
    <w:rsid w:val="00CD1FC4"/>
    <w:rsid w:val="00CD3E6B"/>
    <w:rsid w:val="00CD64CF"/>
    <w:rsid w:val="00CD7B19"/>
    <w:rsid w:val="00D015F4"/>
    <w:rsid w:val="00D034A0"/>
    <w:rsid w:val="00D21061"/>
    <w:rsid w:val="00D4108E"/>
    <w:rsid w:val="00D6163D"/>
    <w:rsid w:val="00D63F95"/>
    <w:rsid w:val="00D64AC7"/>
    <w:rsid w:val="00D70D53"/>
    <w:rsid w:val="00D775C0"/>
    <w:rsid w:val="00D831A3"/>
    <w:rsid w:val="00D96037"/>
    <w:rsid w:val="00DA2D31"/>
    <w:rsid w:val="00DA3711"/>
    <w:rsid w:val="00DB2DEB"/>
    <w:rsid w:val="00DD1211"/>
    <w:rsid w:val="00DD28CC"/>
    <w:rsid w:val="00DD46F3"/>
    <w:rsid w:val="00DE56F2"/>
    <w:rsid w:val="00DE68D5"/>
    <w:rsid w:val="00DF116D"/>
    <w:rsid w:val="00DF1887"/>
    <w:rsid w:val="00E1013A"/>
    <w:rsid w:val="00E1528E"/>
    <w:rsid w:val="00E218B5"/>
    <w:rsid w:val="00E762E9"/>
    <w:rsid w:val="00EB104F"/>
    <w:rsid w:val="00EB2B45"/>
    <w:rsid w:val="00EB3E8C"/>
    <w:rsid w:val="00EC114B"/>
    <w:rsid w:val="00ED14BD"/>
    <w:rsid w:val="00EE6572"/>
    <w:rsid w:val="00F0092E"/>
    <w:rsid w:val="00F01587"/>
    <w:rsid w:val="00F016C7"/>
    <w:rsid w:val="00F12DEC"/>
    <w:rsid w:val="00F1715C"/>
    <w:rsid w:val="00F27FF1"/>
    <w:rsid w:val="00F310F8"/>
    <w:rsid w:val="00F35617"/>
    <w:rsid w:val="00F35939"/>
    <w:rsid w:val="00F37A56"/>
    <w:rsid w:val="00F40D0B"/>
    <w:rsid w:val="00F45607"/>
    <w:rsid w:val="00F53137"/>
    <w:rsid w:val="00F659EB"/>
    <w:rsid w:val="00F813AF"/>
    <w:rsid w:val="00F8233B"/>
    <w:rsid w:val="00F86BA6"/>
    <w:rsid w:val="00F92868"/>
    <w:rsid w:val="00F9788F"/>
    <w:rsid w:val="00FA11C7"/>
    <w:rsid w:val="00FA1C30"/>
    <w:rsid w:val="00FA26A7"/>
    <w:rsid w:val="00FB6342"/>
    <w:rsid w:val="00FC6389"/>
    <w:rsid w:val="00FD0687"/>
    <w:rsid w:val="00FD39A1"/>
    <w:rsid w:val="00FE586E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FD39A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F75599A-90B9-460B-AE3B-80E1DFB77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</Template>
  <TotalTime>402</TotalTime>
  <Pages>3</Pages>
  <Words>889</Words>
  <Characters>5246</Characters>
  <Application>Microsoft Office Word</Application>
  <DocSecurity>0</DocSecurity>
  <Lines>43</Lines>
  <Paragraphs>12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21</cp:revision>
  <cp:lastPrinted>2021-04-30T10:23:00Z</cp:lastPrinted>
  <dcterms:created xsi:type="dcterms:W3CDTF">2021-05-13T05:58:00Z</dcterms:created>
  <dcterms:modified xsi:type="dcterms:W3CDTF">2021-05-26T08:57:00Z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